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07631" w14:textId="77777777" w:rsidR="00064967" w:rsidRDefault="00064967" w:rsidP="00E96EC3"/>
    <w:p w14:paraId="6A92F56A" w14:textId="0FF02DB1" w:rsidR="00B61F75" w:rsidRDefault="00B61F75" w:rsidP="00B61F75">
      <w:pPr>
        <w:ind w:left="4820" w:firstLine="708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Lisa</w:t>
      </w:r>
      <w:r w:rsidR="00DB0FA6">
        <w:rPr>
          <w:sz w:val="20"/>
          <w:szCs w:val="20"/>
        </w:rPr>
        <w:t xml:space="preserve"> </w:t>
      </w:r>
      <w:r w:rsidR="00C62C8C">
        <w:rPr>
          <w:sz w:val="20"/>
          <w:szCs w:val="20"/>
        </w:rPr>
        <w:t>6</w:t>
      </w:r>
      <w:r w:rsidRPr="00606136">
        <w:rPr>
          <w:color w:val="FF0000"/>
          <w:sz w:val="20"/>
          <w:szCs w:val="20"/>
        </w:rPr>
        <w:t xml:space="preserve"> </w:t>
      </w:r>
    </w:p>
    <w:p w14:paraId="22DDC584" w14:textId="0B3486E0" w:rsidR="00B61F75" w:rsidRDefault="00B61F75" w:rsidP="00B61F75">
      <w:pPr>
        <w:ind w:left="5529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RMK ja </w:t>
      </w:r>
      <w:r w:rsidR="00DB0FA6">
        <w:rPr>
          <w:sz w:val="20"/>
          <w:szCs w:val="20"/>
        </w:rPr>
        <w:t>Eesti Maaülikooli</w:t>
      </w:r>
      <w:r>
        <w:rPr>
          <w:sz w:val="20"/>
          <w:szCs w:val="20"/>
        </w:rPr>
        <w:t xml:space="preserve"> vahelise </w:t>
      </w:r>
      <w:sdt>
        <w:sdtPr>
          <w:rPr>
            <w:sz w:val="20"/>
            <w:szCs w:val="20"/>
          </w:rPr>
          <w:id w:val="1995450994"/>
          <w:placeholder>
            <w:docPart w:val="93207D8DAEEE4CBBA6039612E37FB7C9"/>
          </w:placeholder>
          <w:date w:fullDate="2019-02-14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237E93">
            <w:rPr>
              <w:sz w:val="20"/>
              <w:szCs w:val="20"/>
            </w:rPr>
            <w:t>14.02.2019</w:t>
          </w:r>
        </w:sdtContent>
      </w:sdt>
      <w:r>
        <w:rPr>
          <w:sz w:val="20"/>
          <w:szCs w:val="20"/>
        </w:rPr>
        <w:t xml:space="preserve"> </w:t>
      </w:r>
      <w:r>
        <w:rPr>
          <w:sz w:val="20"/>
          <w:szCs w:val="20"/>
        </w:rPr>
        <w:softHyphen/>
      </w:r>
      <w:r w:rsidR="00DB0FA6">
        <w:rPr>
          <w:sz w:val="20"/>
          <w:szCs w:val="20"/>
        </w:rPr>
        <w:t>töövõtu</w:t>
      </w:r>
      <w:r>
        <w:rPr>
          <w:sz w:val="20"/>
          <w:szCs w:val="20"/>
        </w:rPr>
        <w:t>lepingu nr</w:t>
      </w:r>
      <w:r w:rsidR="00DB0FA6">
        <w:rPr>
          <w:sz w:val="20"/>
          <w:szCs w:val="20"/>
        </w:rPr>
        <w:t xml:space="preserve"> 1-18/174</w:t>
      </w:r>
      <w:r>
        <w:rPr>
          <w:sz w:val="20"/>
          <w:szCs w:val="20"/>
        </w:rPr>
        <w:t xml:space="preserve"> juurde</w:t>
      </w:r>
    </w:p>
    <w:p w14:paraId="30EF22E9" w14:textId="77777777" w:rsidR="00520DBB" w:rsidRDefault="00520DBB">
      <w:pPr>
        <w:ind w:left="5040"/>
        <w:sectPr w:rsidR="00520DBB" w:rsidSect="00B61F75">
          <w:pgSz w:w="11906" w:h="16838"/>
          <w:pgMar w:top="568" w:right="1797" w:bottom="1440" w:left="1797" w:header="709" w:footer="709" w:gutter="0"/>
          <w:cols w:space="708"/>
          <w:formProt w:val="0"/>
          <w:docGrid w:linePitch="360"/>
        </w:sectPr>
      </w:pPr>
    </w:p>
    <w:p w14:paraId="1ABA1934" w14:textId="452DD18D" w:rsidR="00E96EC3" w:rsidRDefault="00E96EC3" w:rsidP="00E96EC3"/>
    <w:p w14:paraId="09CCDB2D" w14:textId="130115BB" w:rsidR="006A3632" w:rsidRDefault="006A3632" w:rsidP="00E96EC3"/>
    <w:p w14:paraId="2BAB6C3E" w14:textId="77777777" w:rsidR="006A3632" w:rsidRDefault="006A3632" w:rsidP="00E96EC3"/>
    <w:p w14:paraId="17FC90D3" w14:textId="5B160057" w:rsidR="006A5916" w:rsidRDefault="00EA2363" w:rsidP="006A5916">
      <w:pPr>
        <w:pStyle w:val="NormalWeb"/>
        <w:framePr w:hSpace="141" w:wrap="around" w:vAnchor="text" w:hAnchor="margin" w:y="239"/>
      </w:pPr>
      <w:r w:rsidRPr="00EA2363">
        <w:rPr>
          <w:b/>
          <w:bCs/>
        </w:rPr>
        <w:t>T</w:t>
      </w:r>
      <w:r>
        <w:rPr>
          <w:b/>
          <w:bCs/>
        </w:rPr>
        <w:t>öövõtulepingu</w:t>
      </w:r>
      <w:r w:rsidRPr="00EA2363">
        <w:rPr>
          <w:b/>
          <w:bCs/>
        </w:rPr>
        <w:t xml:space="preserve"> nr 1-18/174</w:t>
      </w:r>
      <w:r>
        <w:rPr>
          <w:b/>
          <w:bCs/>
        </w:rPr>
        <w:t xml:space="preserve"> muutmine</w:t>
      </w:r>
    </w:p>
    <w:p w14:paraId="61017C1B" w14:textId="6A646109" w:rsidR="006A5916" w:rsidRDefault="006A5916" w:rsidP="006A5916">
      <w:pPr>
        <w:jc w:val="right"/>
      </w:pPr>
    </w:p>
    <w:p w14:paraId="27EB804B" w14:textId="77777777" w:rsidR="006A3632" w:rsidRDefault="006A3632" w:rsidP="006A5916">
      <w:pPr>
        <w:jc w:val="right"/>
      </w:pPr>
    </w:p>
    <w:p w14:paraId="11030056" w14:textId="77777777" w:rsidR="006A5916" w:rsidRDefault="008140F5" w:rsidP="00DB0FA6">
      <w:pPr>
        <w:ind w:firstLine="432"/>
        <w:jc w:val="right"/>
      </w:pPr>
      <w:r>
        <w:rPr>
          <w:rFonts w:eastAsia="Calibri"/>
          <w:szCs w:val="22"/>
        </w:rPr>
        <w:t>(hiliseima digitaalallkirja kuupäev)</w:t>
      </w:r>
    </w:p>
    <w:p w14:paraId="3B30A5A1" w14:textId="10A597EA" w:rsidR="008140F5" w:rsidRDefault="008140F5" w:rsidP="006A5916">
      <w:pPr>
        <w:jc w:val="right"/>
      </w:pPr>
    </w:p>
    <w:p w14:paraId="58D89A83" w14:textId="1B2E2239" w:rsidR="00EA2363" w:rsidRDefault="00EA2363" w:rsidP="00C62C8C">
      <w:r>
        <w:t xml:space="preserve">Riigimetsa Majandamise Keskus, keda esindab </w:t>
      </w:r>
      <w:r w:rsidR="00C62C8C">
        <w:t xml:space="preserve">RMK juhatuse 26.03.2019.a otsusega nr 1-32/44 kinnitatud RMK  taimla- ja seemnemajandusosakonna põhimääruse alusel osakonnajuhataja </w:t>
      </w:r>
      <w:r w:rsidR="00C62C8C" w:rsidRPr="009E1613">
        <w:rPr>
          <w:b/>
          <w:bCs/>
        </w:rPr>
        <w:t>Esko Krinal</w:t>
      </w:r>
      <w:r>
        <w:t xml:space="preserve">, edaspidi Tellija, ühelt poolt, ja </w:t>
      </w:r>
    </w:p>
    <w:p w14:paraId="08AC72AD" w14:textId="5BB0148F" w:rsidR="00EA2363" w:rsidRDefault="00EA2363" w:rsidP="00EA2363">
      <w:pPr>
        <w:jc w:val="both"/>
      </w:pPr>
      <w:r>
        <w:t xml:space="preserve">Eesti Maaülikool, keda esindab </w:t>
      </w:r>
      <w:r w:rsidR="00C62C8C" w:rsidRPr="00816B33">
        <w:t>13</w:t>
      </w:r>
      <w:r w:rsidR="00D96877" w:rsidRPr="00816B33">
        <w:t xml:space="preserve">. </w:t>
      </w:r>
      <w:r w:rsidR="00C62C8C" w:rsidRPr="00816B33">
        <w:t xml:space="preserve">detsembri 2021 </w:t>
      </w:r>
      <w:r w:rsidRPr="00816B33">
        <w:t xml:space="preserve">volikirja </w:t>
      </w:r>
      <w:r w:rsidR="00D96877" w:rsidRPr="00816B33">
        <w:t>nr 1-9.RR/</w:t>
      </w:r>
      <w:r w:rsidR="00C62C8C" w:rsidRPr="00816B33">
        <w:t>131</w:t>
      </w:r>
      <w:r w:rsidR="00D96877" w:rsidRPr="00816B33">
        <w:t xml:space="preserve"> </w:t>
      </w:r>
      <w:r>
        <w:t>alusel metsandus</w:t>
      </w:r>
      <w:r w:rsidR="0015446D">
        <w:t>e</w:t>
      </w:r>
      <w:r>
        <w:t xml:space="preserve"> ja </w:t>
      </w:r>
      <w:r w:rsidR="0015446D">
        <w:t xml:space="preserve">inseneeria </w:t>
      </w:r>
      <w:r>
        <w:t xml:space="preserve">instituudi direktor </w:t>
      </w:r>
      <w:r w:rsidRPr="009E1613">
        <w:rPr>
          <w:b/>
        </w:rPr>
        <w:t>Marek Metslaid</w:t>
      </w:r>
      <w:r>
        <w:t>, edaspidi Töövõtja, teiselt poolt, keda nimetatakse edaspidi Pool või ühiselt Pooled,</w:t>
      </w:r>
    </w:p>
    <w:p w14:paraId="5AB81D94" w14:textId="77777777" w:rsidR="00EA2363" w:rsidRDefault="00EA2363" w:rsidP="00EA2363">
      <w:pPr>
        <w:jc w:val="both"/>
      </w:pPr>
    </w:p>
    <w:p w14:paraId="3BC1973E" w14:textId="69C41A17" w:rsidR="006A3632" w:rsidRDefault="00EA2363" w:rsidP="00030E34">
      <w:pPr>
        <w:jc w:val="both"/>
      </w:pPr>
      <w:r>
        <w:t>sõlmisid käesoleva töövõtulepingu (edaspidi: leping) muudatuse alljärgnevas:</w:t>
      </w:r>
    </w:p>
    <w:p w14:paraId="3ADBD143" w14:textId="77777777" w:rsidR="006A3632" w:rsidRDefault="006A3632" w:rsidP="006A5916">
      <w:pPr>
        <w:jc w:val="right"/>
      </w:pPr>
    </w:p>
    <w:p w14:paraId="72450B95" w14:textId="2B659AAB" w:rsidR="00064967" w:rsidRPr="00E3412B" w:rsidRDefault="00620585" w:rsidP="008140F5">
      <w:pPr>
        <w:pStyle w:val="Pealkiri11"/>
        <w:rPr>
          <w:b/>
        </w:rPr>
      </w:pPr>
      <w:r>
        <w:rPr>
          <w:b/>
          <w:i/>
        </w:rPr>
        <w:t xml:space="preserve"> </w:t>
      </w:r>
      <w:r w:rsidR="003B708E" w:rsidRPr="00E3412B">
        <w:rPr>
          <w:b/>
        </w:rPr>
        <w:t xml:space="preserve">Pooled on kokku leppinud muuta </w:t>
      </w:r>
      <w:r w:rsidR="00EA1833" w:rsidRPr="00E3412B">
        <w:rPr>
          <w:b/>
        </w:rPr>
        <w:t>L</w:t>
      </w:r>
      <w:r w:rsidR="006B2C00" w:rsidRPr="00E3412B">
        <w:rPr>
          <w:b/>
        </w:rPr>
        <w:t xml:space="preserve">epingu </w:t>
      </w:r>
      <w:r w:rsidR="003B708E" w:rsidRPr="00E3412B">
        <w:rPr>
          <w:b/>
        </w:rPr>
        <w:t>punkt</w:t>
      </w:r>
      <w:r w:rsidR="003D491F" w:rsidRPr="00E3412B">
        <w:rPr>
          <w:b/>
        </w:rPr>
        <w:t>e</w:t>
      </w:r>
      <w:r w:rsidR="00F3784E" w:rsidRPr="00E3412B">
        <w:rPr>
          <w:b/>
        </w:rPr>
        <w:t xml:space="preserve"> 3.1</w:t>
      </w:r>
      <w:r w:rsidR="00C62C8C">
        <w:rPr>
          <w:b/>
        </w:rPr>
        <w:t xml:space="preserve"> ja </w:t>
      </w:r>
      <w:r w:rsidR="00FB67DB">
        <w:rPr>
          <w:b/>
        </w:rPr>
        <w:t>3.2.6</w:t>
      </w:r>
      <w:r w:rsidR="001C4895">
        <w:rPr>
          <w:b/>
        </w:rPr>
        <w:t xml:space="preserve"> </w:t>
      </w:r>
      <w:r w:rsidR="003B708E" w:rsidRPr="00E3412B">
        <w:rPr>
          <w:b/>
        </w:rPr>
        <w:t xml:space="preserve">ja sõnastada </w:t>
      </w:r>
      <w:r w:rsidR="003D491F" w:rsidRPr="00E3412B">
        <w:rPr>
          <w:b/>
        </w:rPr>
        <w:t xml:space="preserve">need </w:t>
      </w:r>
      <w:r w:rsidR="003B708E" w:rsidRPr="00E3412B">
        <w:rPr>
          <w:b/>
        </w:rPr>
        <w:t>järgnevalt:</w:t>
      </w:r>
    </w:p>
    <w:p w14:paraId="515C6058" w14:textId="181C7969" w:rsidR="004F2ED9" w:rsidRPr="006A3632" w:rsidRDefault="004F2ED9" w:rsidP="004F2ED9">
      <w:pPr>
        <w:jc w:val="both"/>
      </w:pPr>
    </w:p>
    <w:p w14:paraId="65AD624E" w14:textId="3C27568F" w:rsidR="004F2ED9" w:rsidRPr="00FB67DB" w:rsidRDefault="00F3784E" w:rsidP="00F3784E">
      <w:pPr>
        <w:jc w:val="both"/>
      </w:pPr>
      <w:r w:rsidRPr="00FB67DB">
        <w:t xml:space="preserve">3.1 </w:t>
      </w:r>
      <w:r w:rsidR="004F2ED9" w:rsidRPr="00FB67DB">
        <w:t xml:space="preserve">Tellija maksab Töövõtjale Töö teostamise eest tasu kogusummas </w:t>
      </w:r>
      <w:r w:rsidR="00FE3936" w:rsidRPr="003671FB">
        <w:rPr>
          <w:i/>
        </w:rPr>
        <w:t>3</w:t>
      </w:r>
      <w:r w:rsidR="00C62C8C" w:rsidRPr="003671FB">
        <w:rPr>
          <w:i/>
        </w:rPr>
        <w:t xml:space="preserve">91 </w:t>
      </w:r>
      <w:r w:rsidR="00FE3936" w:rsidRPr="003671FB">
        <w:rPr>
          <w:i/>
        </w:rPr>
        <w:t>940</w:t>
      </w:r>
      <w:r w:rsidR="00FE3936" w:rsidRPr="00477F87">
        <w:t xml:space="preserve"> </w:t>
      </w:r>
      <w:r w:rsidR="004F2ED9" w:rsidRPr="00FB67DB">
        <w:t>(</w:t>
      </w:r>
      <w:r w:rsidR="00FE3936" w:rsidRPr="00C62C8C">
        <w:t xml:space="preserve">kolmsada </w:t>
      </w:r>
      <w:r w:rsidR="00C62C8C" w:rsidRPr="00C62C8C">
        <w:t xml:space="preserve">üheksakümmend üks </w:t>
      </w:r>
      <w:r w:rsidR="004F2ED9" w:rsidRPr="00C62C8C">
        <w:t xml:space="preserve">tuhat </w:t>
      </w:r>
      <w:r w:rsidR="00FE3936" w:rsidRPr="00C62C8C">
        <w:t xml:space="preserve">üheksasada </w:t>
      </w:r>
      <w:r w:rsidR="004F2ED9" w:rsidRPr="00C62C8C">
        <w:t>nelikümmend</w:t>
      </w:r>
      <w:r w:rsidR="004F2ED9" w:rsidRPr="00FB67DB">
        <w:t>) eurot, milles sisaldub üldkulu 10% (kümme protsenti).</w:t>
      </w:r>
    </w:p>
    <w:p w14:paraId="694A6263" w14:textId="77777777" w:rsidR="004F2ED9" w:rsidRPr="00FB67DB" w:rsidRDefault="004F2ED9" w:rsidP="004F2ED9">
      <w:pPr>
        <w:jc w:val="both"/>
      </w:pPr>
    </w:p>
    <w:p w14:paraId="574EF486" w14:textId="339D4C95" w:rsidR="00FB67DB" w:rsidRPr="00FB67DB" w:rsidRDefault="00FB67DB" w:rsidP="00FB67DB">
      <w:pPr>
        <w:jc w:val="both"/>
      </w:pPr>
      <w:r w:rsidRPr="00FB67DB">
        <w:t xml:space="preserve">3.2.6. pärast 5. vahearuande akteerimist 2023. aastal, kokku </w:t>
      </w:r>
      <w:r w:rsidR="009C3DAD" w:rsidRPr="009C3DAD">
        <w:rPr>
          <w:i/>
        </w:rPr>
        <w:t>95</w:t>
      </w:r>
      <w:r w:rsidRPr="009C3DAD">
        <w:rPr>
          <w:i/>
        </w:rPr>
        <w:t xml:space="preserve"> 0</w:t>
      </w:r>
      <w:r w:rsidRPr="00B64B75">
        <w:rPr>
          <w:i/>
        </w:rPr>
        <w:t>00</w:t>
      </w:r>
      <w:r w:rsidRPr="00FB67DB">
        <w:t xml:space="preserve"> (</w:t>
      </w:r>
      <w:r w:rsidR="009C3DAD">
        <w:t xml:space="preserve">üheksakümmend viis </w:t>
      </w:r>
      <w:r w:rsidRPr="00FB67DB">
        <w:t>tuhat) eurot.</w:t>
      </w:r>
      <w:bookmarkStart w:id="0" w:name="_GoBack"/>
      <w:bookmarkEnd w:id="0"/>
    </w:p>
    <w:p w14:paraId="3C0C6BD9" w14:textId="77777777" w:rsidR="00FE3936" w:rsidRPr="00FB67DB" w:rsidRDefault="00FE3936" w:rsidP="004F2ED9">
      <w:pPr>
        <w:jc w:val="both"/>
      </w:pPr>
    </w:p>
    <w:p w14:paraId="7A86318F" w14:textId="77777777" w:rsidR="001F28C8" w:rsidRDefault="001F28C8" w:rsidP="00F3784E">
      <w:pPr>
        <w:pStyle w:val="Pealkiri11"/>
        <w:numPr>
          <w:ilvl w:val="0"/>
          <w:numId w:val="0"/>
        </w:numPr>
        <w:ind w:left="432" w:hanging="432"/>
        <w:rPr>
          <w:b/>
        </w:rPr>
      </w:pPr>
    </w:p>
    <w:p w14:paraId="12D57243" w14:textId="45820057" w:rsidR="00DB0FA6" w:rsidRPr="006A3632" w:rsidRDefault="00A31471" w:rsidP="00F3784E">
      <w:pPr>
        <w:pStyle w:val="Pealkiri11"/>
        <w:numPr>
          <w:ilvl w:val="0"/>
          <w:numId w:val="0"/>
        </w:numPr>
        <w:ind w:left="432" w:hanging="432"/>
        <w:rPr>
          <w:b/>
        </w:rPr>
      </w:pPr>
      <w:r>
        <w:rPr>
          <w:b/>
        </w:rPr>
        <w:t>2. L</w:t>
      </w:r>
      <w:r w:rsidR="00DB0FA6" w:rsidRPr="006A3632">
        <w:rPr>
          <w:b/>
        </w:rPr>
        <w:t xml:space="preserve">isada </w:t>
      </w:r>
      <w:r>
        <w:rPr>
          <w:b/>
        </w:rPr>
        <w:t>l</w:t>
      </w:r>
      <w:r w:rsidRPr="006A3632">
        <w:rPr>
          <w:b/>
        </w:rPr>
        <w:t xml:space="preserve">epingusse </w:t>
      </w:r>
      <w:r w:rsidR="00DB0FA6" w:rsidRPr="006A3632">
        <w:rPr>
          <w:b/>
        </w:rPr>
        <w:t>punkt</w:t>
      </w:r>
      <w:r w:rsidR="00C62C8C">
        <w:rPr>
          <w:b/>
        </w:rPr>
        <w:t>id</w:t>
      </w:r>
      <w:r w:rsidR="00F3784E" w:rsidRPr="006A3632">
        <w:rPr>
          <w:b/>
        </w:rPr>
        <w:t xml:space="preserve"> 1.2.1</w:t>
      </w:r>
      <w:r w:rsidR="00C62C8C">
        <w:rPr>
          <w:b/>
        </w:rPr>
        <w:t xml:space="preserve">4; </w:t>
      </w:r>
      <w:r w:rsidR="00C62C8C" w:rsidRPr="006A3632">
        <w:rPr>
          <w:b/>
        </w:rPr>
        <w:t>1.2.1</w:t>
      </w:r>
      <w:r w:rsidR="00C62C8C">
        <w:rPr>
          <w:b/>
        </w:rPr>
        <w:t xml:space="preserve">5; </w:t>
      </w:r>
      <w:r w:rsidR="00C62C8C" w:rsidRPr="006A3632">
        <w:rPr>
          <w:b/>
        </w:rPr>
        <w:t>1.2.1</w:t>
      </w:r>
      <w:r w:rsidR="00C62C8C">
        <w:rPr>
          <w:b/>
        </w:rPr>
        <w:t xml:space="preserve">6 </w:t>
      </w:r>
      <w:r>
        <w:rPr>
          <w:b/>
        </w:rPr>
        <w:t xml:space="preserve"> ja sõnastada </w:t>
      </w:r>
      <w:r w:rsidR="00C62C8C">
        <w:rPr>
          <w:b/>
        </w:rPr>
        <w:t xml:space="preserve">need </w:t>
      </w:r>
      <w:r>
        <w:rPr>
          <w:b/>
        </w:rPr>
        <w:t>järgnevalt</w:t>
      </w:r>
      <w:r w:rsidR="00C62C8C">
        <w:rPr>
          <w:b/>
        </w:rPr>
        <w:t>:</w:t>
      </w:r>
    </w:p>
    <w:p w14:paraId="5DDA458B" w14:textId="77777777" w:rsidR="003B708E" w:rsidRPr="006A3632" w:rsidRDefault="003B708E" w:rsidP="00064967">
      <w:pPr>
        <w:ind w:left="180" w:hanging="180"/>
      </w:pPr>
    </w:p>
    <w:p w14:paraId="110C79AC" w14:textId="06CF44D9" w:rsidR="00FB67DB" w:rsidRPr="00D149E8" w:rsidRDefault="00F3784E" w:rsidP="00FB67DB">
      <w:pPr>
        <w:jc w:val="both"/>
      </w:pPr>
      <w:r w:rsidRPr="00D149E8">
        <w:t>1.2.1</w:t>
      </w:r>
      <w:r w:rsidR="009C3DAD" w:rsidRPr="00D149E8">
        <w:t>4</w:t>
      </w:r>
      <w:r w:rsidRPr="00D149E8">
        <w:t xml:space="preserve"> </w:t>
      </w:r>
      <w:r w:rsidR="00D149E8" w:rsidRPr="00D149E8">
        <w:t>Kuuse järglaskatsealadel 2020. aasta istutuse mõõtmine</w:t>
      </w:r>
      <w:r w:rsidR="00D149E8">
        <w:t xml:space="preserve"> </w:t>
      </w:r>
      <w:r w:rsidR="00FB67DB" w:rsidRPr="00D149E8">
        <w:t xml:space="preserve">(ca </w:t>
      </w:r>
      <w:r w:rsidR="00D149E8" w:rsidRPr="00D149E8">
        <w:t>10 000</w:t>
      </w:r>
      <w:r w:rsidR="00FB67DB" w:rsidRPr="00D149E8">
        <w:t xml:space="preserve"> </w:t>
      </w:r>
      <w:r w:rsidR="00D149E8" w:rsidRPr="00D149E8">
        <w:t>järglast</w:t>
      </w:r>
      <w:r w:rsidR="00FB67DB" w:rsidRPr="00D149E8">
        <w:t>).</w:t>
      </w:r>
    </w:p>
    <w:p w14:paraId="620F8F6F" w14:textId="3DAC4B35" w:rsidR="009C3DAD" w:rsidRPr="00D149E8" w:rsidRDefault="009C3DAD" w:rsidP="009C3DAD">
      <w:pPr>
        <w:jc w:val="both"/>
      </w:pPr>
      <w:r w:rsidRPr="00D149E8">
        <w:t xml:space="preserve">1.2.15 </w:t>
      </w:r>
      <w:r w:rsidR="00D149E8" w:rsidRPr="00D149E8">
        <w:t xml:space="preserve">Arukase järglaskatsealade rajamine ja täiendamine </w:t>
      </w:r>
      <w:r w:rsidRPr="00D149E8">
        <w:t>(</w:t>
      </w:r>
      <w:r w:rsidR="00D149E8" w:rsidRPr="00D149E8">
        <w:t>ca 75 plusspuu järglased)</w:t>
      </w:r>
      <w:r w:rsidRPr="00D149E8">
        <w:t>.</w:t>
      </w:r>
    </w:p>
    <w:p w14:paraId="3236DEC5" w14:textId="1C940A53" w:rsidR="00C62C8C" w:rsidRPr="00D149E8" w:rsidRDefault="00C62C8C" w:rsidP="00C62C8C">
      <w:pPr>
        <w:jc w:val="both"/>
      </w:pPr>
      <w:r w:rsidRPr="00D149E8">
        <w:t xml:space="preserve">1.2.16 Sanglepa </w:t>
      </w:r>
      <w:r w:rsidR="00D149E8" w:rsidRPr="00D149E8">
        <w:t xml:space="preserve">plusspuudelt seemnete varumine </w:t>
      </w:r>
      <w:r w:rsidRPr="00D149E8">
        <w:t>(</w:t>
      </w:r>
      <w:r w:rsidR="00D149E8" w:rsidRPr="00D149E8">
        <w:t>ca 100 plusspuud</w:t>
      </w:r>
      <w:r w:rsidRPr="00D149E8">
        <w:t>).</w:t>
      </w:r>
    </w:p>
    <w:p w14:paraId="1BD1CA5E" w14:textId="322AC1ED" w:rsidR="006A3632" w:rsidRPr="00D149E8" w:rsidRDefault="006A3632" w:rsidP="003D491F">
      <w:pPr>
        <w:spacing w:line="240" w:lineRule="exact"/>
        <w:jc w:val="both"/>
        <w:rPr>
          <w:b/>
        </w:rPr>
      </w:pPr>
    </w:p>
    <w:p w14:paraId="2D5E7A90" w14:textId="77777777" w:rsidR="00FB67DB" w:rsidRDefault="00FB67DB" w:rsidP="003D491F">
      <w:pPr>
        <w:spacing w:line="240" w:lineRule="exact"/>
        <w:jc w:val="both"/>
        <w:rPr>
          <w:b/>
        </w:rPr>
      </w:pPr>
    </w:p>
    <w:p w14:paraId="01D55A00" w14:textId="77777777" w:rsidR="00620585" w:rsidRDefault="00620585" w:rsidP="003D491F">
      <w:pPr>
        <w:spacing w:line="240" w:lineRule="exact"/>
        <w:jc w:val="both"/>
        <w:rPr>
          <w:b/>
        </w:rPr>
      </w:pPr>
    </w:p>
    <w:p w14:paraId="31666221" w14:textId="15A527B4" w:rsidR="003D491F" w:rsidRPr="003D491F" w:rsidRDefault="003D491F" w:rsidP="003D491F">
      <w:pPr>
        <w:spacing w:line="240" w:lineRule="exact"/>
        <w:jc w:val="both"/>
        <w:rPr>
          <w:b/>
        </w:rPr>
      </w:pPr>
      <w:r w:rsidRPr="003D491F">
        <w:rPr>
          <w:b/>
        </w:rPr>
        <w:t>Poolte andmed ja allkirjad:</w:t>
      </w:r>
    </w:p>
    <w:p w14:paraId="66B0A6C4" w14:textId="77777777" w:rsidR="006A3632" w:rsidRDefault="006A3632" w:rsidP="003D491F">
      <w:pPr>
        <w:keepNext/>
        <w:jc w:val="both"/>
        <w:outlineLvl w:val="0"/>
        <w:rPr>
          <w:b/>
          <w:bCs/>
        </w:rPr>
      </w:pPr>
    </w:p>
    <w:p w14:paraId="117133FA" w14:textId="13A50156" w:rsidR="003D491F" w:rsidRPr="003D491F" w:rsidRDefault="003D491F" w:rsidP="003D491F">
      <w:pPr>
        <w:keepNext/>
        <w:jc w:val="both"/>
        <w:outlineLvl w:val="0"/>
        <w:rPr>
          <w:b/>
          <w:bCs/>
        </w:rPr>
      </w:pPr>
      <w:r w:rsidRPr="003D491F">
        <w:rPr>
          <w:b/>
          <w:bCs/>
        </w:rPr>
        <w:t>Tellija</w:t>
      </w:r>
      <w:r w:rsidRPr="003D491F">
        <w:rPr>
          <w:b/>
          <w:bCs/>
        </w:rPr>
        <w:tab/>
      </w:r>
      <w:r w:rsidRPr="003D491F">
        <w:rPr>
          <w:b/>
          <w:bCs/>
        </w:rPr>
        <w:tab/>
      </w:r>
      <w:r w:rsidRPr="003D491F">
        <w:rPr>
          <w:b/>
          <w:bCs/>
        </w:rPr>
        <w:tab/>
      </w:r>
      <w:r w:rsidRPr="003D491F">
        <w:rPr>
          <w:b/>
          <w:bCs/>
        </w:rPr>
        <w:tab/>
      </w:r>
      <w:r w:rsidRPr="003D491F">
        <w:rPr>
          <w:b/>
          <w:bCs/>
        </w:rPr>
        <w:tab/>
      </w:r>
      <w:r w:rsidRPr="003D491F">
        <w:rPr>
          <w:b/>
          <w:bCs/>
        </w:rPr>
        <w:tab/>
        <w:t>Töövõtja</w:t>
      </w:r>
    </w:p>
    <w:p w14:paraId="073EEA09" w14:textId="77777777" w:rsidR="00620585" w:rsidRDefault="00620585" w:rsidP="00945DC2">
      <w:pPr>
        <w:ind w:left="4320" w:hanging="4320"/>
        <w:rPr>
          <w:sz w:val="22"/>
          <w:szCs w:val="22"/>
        </w:rPr>
      </w:pPr>
    </w:p>
    <w:p w14:paraId="55103D18" w14:textId="0AB9608C" w:rsidR="00DB0FA6" w:rsidRPr="008C0E7E" w:rsidRDefault="00DB0FA6" w:rsidP="00945DC2">
      <w:pPr>
        <w:ind w:left="4320" w:hanging="4320"/>
        <w:rPr>
          <w:sz w:val="22"/>
          <w:szCs w:val="22"/>
        </w:rPr>
      </w:pPr>
      <w:r w:rsidRPr="008C0E7E">
        <w:rPr>
          <w:sz w:val="22"/>
          <w:szCs w:val="22"/>
        </w:rPr>
        <w:t>Riigimetsa Majandamise Keskus</w:t>
      </w:r>
      <w:r w:rsidRPr="008C0E7E">
        <w:rPr>
          <w:sz w:val="22"/>
          <w:szCs w:val="22"/>
        </w:rPr>
        <w:tab/>
        <w:t>Eesti</w:t>
      </w:r>
      <w:r>
        <w:rPr>
          <w:sz w:val="22"/>
          <w:szCs w:val="22"/>
        </w:rPr>
        <w:t xml:space="preserve"> </w:t>
      </w:r>
      <w:r w:rsidRPr="008C0E7E">
        <w:rPr>
          <w:sz w:val="22"/>
          <w:szCs w:val="22"/>
        </w:rPr>
        <w:t>Maaülikooli</w:t>
      </w:r>
      <w:r w:rsidR="001276A9">
        <w:rPr>
          <w:sz w:val="22"/>
          <w:szCs w:val="22"/>
        </w:rPr>
        <w:t xml:space="preserve"> metsandus</w:t>
      </w:r>
      <w:r w:rsidR="0015446D">
        <w:rPr>
          <w:sz w:val="22"/>
          <w:szCs w:val="22"/>
        </w:rPr>
        <w:t>e</w:t>
      </w:r>
      <w:r w:rsidR="001276A9">
        <w:rPr>
          <w:sz w:val="22"/>
          <w:szCs w:val="22"/>
        </w:rPr>
        <w:t xml:space="preserve"> ja </w:t>
      </w:r>
      <w:r w:rsidR="0015446D">
        <w:rPr>
          <w:sz w:val="22"/>
          <w:szCs w:val="22"/>
        </w:rPr>
        <w:t xml:space="preserve">inseneeria </w:t>
      </w:r>
      <w:r w:rsidRPr="008C0E7E">
        <w:rPr>
          <w:sz w:val="22"/>
          <w:szCs w:val="22"/>
        </w:rPr>
        <w:t xml:space="preserve">instituut </w:t>
      </w:r>
    </w:p>
    <w:p w14:paraId="6B04A43F" w14:textId="77777777" w:rsidR="00DB0FA6" w:rsidRPr="008C0E7E" w:rsidRDefault="00DB0FA6" w:rsidP="00DB0FA6">
      <w:pPr>
        <w:jc w:val="both"/>
        <w:rPr>
          <w:sz w:val="22"/>
          <w:szCs w:val="22"/>
        </w:rPr>
      </w:pPr>
      <w:r w:rsidRPr="008C0E7E">
        <w:rPr>
          <w:sz w:val="22"/>
          <w:szCs w:val="22"/>
        </w:rPr>
        <w:t>Registrikood 70004459</w:t>
      </w:r>
      <w:r w:rsidRPr="008C0E7E">
        <w:rPr>
          <w:sz w:val="22"/>
          <w:szCs w:val="22"/>
        </w:rPr>
        <w:tab/>
      </w:r>
      <w:r w:rsidRPr="008C0E7E">
        <w:rPr>
          <w:sz w:val="22"/>
          <w:szCs w:val="22"/>
        </w:rPr>
        <w:tab/>
      </w:r>
      <w:r w:rsidRPr="008C0E7E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8C0E7E">
        <w:rPr>
          <w:sz w:val="22"/>
          <w:szCs w:val="22"/>
        </w:rPr>
        <w:t>Registrikood 74001086</w:t>
      </w:r>
      <w:r w:rsidRPr="008C0E7E">
        <w:rPr>
          <w:i/>
          <w:iCs/>
          <w:sz w:val="22"/>
          <w:szCs w:val="22"/>
        </w:rPr>
        <w:t xml:space="preserve"> </w:t>
      </w:r>
    </w:p>
    <w:p w14:paraId="2C1DFF9F" w14:textId="77777777" w:rsidR="00DB0FA6" w:rsidRPr="008C0E7E" w:rsidRDefault="00DB0FA6" w:rsidP="00DB0FA6">
      <w:pPr>
        <w:jc w:val="both"/>
        <w:rPr>
          <w:sz w:val="22"/>
          <w:szCs w:val="22"/>
        </w:rPr>
      </w:pPr>
      <w:r w:rsidRPr="008C0E7E">
        <w:rPr>
          <w:sz w:val="22"/>
          <w:szCs w:val="22"/>
        </w:rPr>
        <w:t xml:space="preserve">Sagadi küla Haljala vald </w:t>
      </w:r>
      <w:r w:rsidRPr="008C0E7E">
        <w:rPr>
          <w:sz w:val="22"/>
          <w:szCs w:val="22"/>
        </w:rPr>
        <w:tab/>
      </w:r>
      <w:r w:rsidRPr="008C0E7E">
        <w:rPr>
          <w:sz w:val="22"/>
          <w:szCs w:val="22"/>
        </w:rPr>
        <w:tab/>
      </w:r>
      <w:r w:rsidRPr="008C0E7E">
        <w:rPr>
          <w:sz w:val="22"/>
          <w:szCs w:val="22"/>
        </w:rPr>
        <w:tab/>
        <w:t>Kreutzwaldi 1 Tartu</w:t>
      </w:r>
    </w:p>
    <w:p w14:paraId="15E43E9F" w14:textId="77777777" w:rsidR="00DB0FA6" w:rsidRPr="008C0E7E" w:rsidRDefault="00DB0FA6" w:rsidP="00DB0FA6">
      <w:pPr>
        <w:jc w:val="both"/>
        <w:rPr>
          <w:sz w:val="22"/>
          <w:szCs w:val="22"/>
        </w:rPr>
      </w:pPr>
      <w:r w:rsidRPr="008C0E7E">
        <w:rPr>
          <w:sz w:val="22"/>
          <w:szCs w:val="22"/>
        </w:rPr>
        <w:t>Lääne-Viru maakond 45403</w:t>
      </w:r>
      <w:r w:rsidRPr="008C0E7E">
        <w:rPr>
          <w:sz w:val="22"/>
          <w:szCs w:val="22"/>
        </w:rPr>
        <w:tab/>
      </w:r>
      <w:r w:rsidRPr="008C0E7E">
        <w:rPr>
          <w:sz w:val="22"/>
          <w:szCs w:val="22"/>
        </w:rPr>
        <w:tab/>
      </w:r>
      <w:r w:rsidRPr="008C0E7E">
        <w:rPr>
          <w:sz w:val="22"/>
          <w:szCs w:val="22"/>
        </w:rPr>
        <w:tab/>
        <w:t>Konto 10102000084008</w:t>
      </w:r>
    </w:p>
    <w:p w14:paraId="704314A7" w14:textId="07AC1A67" w:rsidR="00DB0FA6" w:rsidRPr="008C0E7E" w:rsidRDefault="00DB0FA6" w:rsidP="00DB0FA6">
      <w:pPr>
        <w:jc w:val="both"/>
        <w:rPr>
          <w:sz w:val="22"/>
          <w:szCs w:val="22"/>
        </w:rPr>
      </w:pPr>
      <w:r w:rsidRPr="008C0E7E">
        <w:rPr>
          <w:sz w:val="22"/>
          <w:szCs w:val="22"/>
        </w:rPr>
        <w:tab/>
      </w:r>
    </w:p>
    <w:p w14:paraId="587C4207" w14:textId="77777777" w:rsidR="00DB0FA6" w:rsidRPr="008C0E7E" w:rsidRDefault="00DB0FA6" w:rsidP="00DB0FA6">
      <w:pPr>
        <w:tabs>
          <w:tab w:val="left" w:pos="4320"/>
        </w:tabs>
        <w:spacing w:line="240" w:lineRule="exact"/>
        <w:jc w:val="both"/>
        <w:rPr>
          <w:b/>
          <w:sz w:val="22"/>
          <w:szCs w:val="22"/>
        </w:rPr>
      </w:pPr>
      <w:r w:rsidRPr="008C0E7E">
        <w:rPr>
          <w:b/>
          <w:noProof/>
          <w:sz w:val="22"/>
          <w:szCs w:val="22"/>
          <w:lang w:eastAsia="et-EE"/>
        </w:rPr>
        <w:drawing>
          <wp:inline distT="0" distB="0" distL="0" distR="0" wp14:anchorId="397BE9BC" wp14:editId="61C2A298">
            <wp:extent cx="3101340" cy="92202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DEE05" w14:textId="77777777" w:rsidR="00DB0FA6" w:rsidRPr="008C0E7E" w:rsidRDefault="00DB0FA6" w:rsidP="00DB0FA6">
      <w:pPr>
        <w:tabs>
          <w:tab w:val="left" w:pos="4320"/>
        </w:tabs>
        <w:spacing w:line="240" w:lineRule="exact"/>
        <w:jc w:val="both"/>
        <w:rPr>
          <w:b/>
          <w:sz w:val="22"/>
          <w:szCs w:val="22"/>
        </w:rPr>
      </w:pPr>
      <w:r w:rsidRPr="008C0E7E">
        <w:rPr>
          <w:sz w:val="22"/>
          <w:szCs w:val="22"/>
        </w:rPr>
        <w:t>/allkirjastatud digitaalselt/</w:t>
      </w:r>
      <w:r w:rsidRPr="008C0E7E">
        <w:rPr>
          <w:sz w:val="22"/>
          <w:szCs w:val="22"/>
        </w:rPr>
        <w:tab/>
      </w:r>
      <w:r w:rsidRPr="008C0E7E">
        <w:rPr>
          <w:noProof/>
          <w:sz w:val="22"/>
          <w:szCs w:val="22"/>
          <w:lang w:eastAsia="et-EE"/>
        </w:rPr>
        <w:t>/allkirjastatud digitaalselt/</w:t>
      </w:r>
      <w:r w:rsidRPr="008C0E7E">
        <w:rPr>
          <w:sz w:val="22"/>
          <w:szCs w:val="22"/>
        </w:rPr>
        <w:t xml:space="preserve"> </w:t>
      </w:r>
    </w:p>
    <w:p w14:paraId="75A109BC" w14:textId="690304C9" w:rsidR="00DB0FA6" w:rsidRPr="008C0E7E" w:rsidRDefault="00DB0FA6" w:rsidP="00DB0FA6">
      <w:pPr>
        <w:tabs>
          <w:tab w:val="left" w:pos="4320"/>
        </w:tabs>
        <w:spacing w:line="240" w:lineRule="exact"/>
        <w:jc w:val="both"/>
        <w:rPr>
          <w:sz w:val="22"/>
          <w:szCs w:val="22"/>
        </w:rPr>
      </w:pPr>
      <w:r w:rsidRPr="008C0E7E">
        <w:rPr>
          <w:sz w:val="22"/>
          <w:szCs w:val="22"/>
        </w:rPr>
        <w:t xml:space="preserve">                                                              </w:t>
      </w:r>
    </w:p>
    <w:p w14:paraId="3DFF5BEC" w14:textId="77AE9CD4" w:rsidR="00DB0FA6" w:rsidRPr="008C0E7E" w:rsidRDefault="00DB0FA6" w:rsidP="00DB0FA6">
      <w:pPr>
        <w:tabs>
          <w:tab w:val="left" w:pos="4320"/>
        </w:tabs>
        <w:spacing w:line="240" w:lineRule="exact"/>
        <w:jc w:val="both"/>
        <w:rPr>
          <w:sz w:val="22"/>
          <w:szCs w:val="22"/>
        </w:rPr>
      </w:pPr>
      <w:r w:rsidRPr="008C0E7E">
        <w:rPr>
          <w:sz w:val="22"/>
          <w:szCs w:val="22"/>
        </w:rPr>
        <w:t>Esko Krinal</w:t>
      </w:r>
      <w:r w:rsidRPr="008C0E7E">
        <w:rPr>
          <w:sz w:val="22"/>
          <w:szCs w:val="22"/>
        </w:rPr>
        <w:tab/>
      </w:r>
      <w:r>
        <w:rPr>
          <w:sz w:val="22"/>
          <w:szCs w:val="22"/>
        </w:rPr>
        <w:t>Marek Metslaid</w:t>
      </w:r>
    </w:p>
    <w:p w14:paraId="0876327F" w14:textId="77777777" w:rsidR="00DB0FA6" w:rsidRPr="008C0E7E" w:rsidRDefault="00DB0FA6" w:rsidP="00DB0FA6">
      <w:pPr>
        <w:pStyle w:val="Heading4"/>
        <w:ind w:left="0" w:firstLine="0"/>
        <w:jc w:val="both"/>
        <w:rPr>
          <w:b w:val="0"/>
          <w:bCs w:val="0"/>
          <w:iCs/>
          <w:sz w:val="22"/>
          <w:szCs w:val="22"/>
        </w:rPr>
      </w:pPr>
      <w:r w:rsidRPr="008C0E7E">
        <w:rPr>
          <w:b w:val="0"/>
          <w:bCs w:val="0"/>
          <w:iCs/>
          <w:sz w:val="22"/>
          <w:szCs w:val="22"/>
        </w:rPr>
        <w:t>Osakonna juhataja</w:t>
      </w:r>
      <w:r w:rsidRPr="008C0E7E">
        <w:rPr>
          <w:b w:val="0"/>
          <w:bCs w:val="0"/>
          <w:i/>
          <w:iCs/>
          <w:sz w:val="22"/>
          <w:szCs w:val="22"/>
        </w:rPr>
        <w:tab/>
      </w:r>
      <w:r w:rsidRPr="008C0E7E">
        <w:rPr>
          <w:b w:val="0"/>
          <w:bCs w:val="0"/>
          <w:i/>
          <w:iCs/>
          <w:sz w:val="22"/>
          <w:szCs w:val="22"/>
        </w:rPr>
        <w:tab/>
      </w:r>
      <w:r w:rsidRPr="008C0E7E">
        <w:rPr>
          <w:b w:val="0"/>
          <w:bCs w:val="0"/>
          <w:i/>
          <w:iCs/>
          <w:sz w:val="22"/>
          <w:szCs w:val="22"/>
        </w:rPr>
        <w:tab/>
      </w:r>
      <w:r w:rsidRPr="008C0E7E">
        <w:rPr>
          <w:b w:val="0"/>
          <w:bCs w:val="0"/>
          <w:i/>
          <w:iCs/>
          <w:sz w:val="22"/>
          <w:szCs w:val="22"/>
        </w:rPr>
        <w:tab/>
      </w:r>
      <w:r w:rsidRPr="008C0E7E">
        <w:rPr>
          <w:b w:val="0"/>
          <w:bCs w:val="0"/>
          <w:iCs/>
          <w:sz w:val="22"/>
          <w:szCs w:val="22"/>
        </w:rPr>
        <w:t>D</w:t>
      </w:r>
      <w:r w:rsidRPr="008C0E7E">
        <w:rPr>
          <w:b w:val="0"/>
          <w:bCs w:val="0"/>
          <w:sz w:val="22"/>
          <w:szCs w:val="22"/>
        </w:rPr>
        <w:t>irektor</w:t>
      </w:r>
    </w:p>
    <w:p w14:paraId="7377A1F6" w14:textId="77777777" w:rsidR="00823082" w:rsidRPr="00EA2DA2" w:rsidRDefault="00823082">
      <w:pPr>
        <w:ind w:left="360"/>
        <w:rPr>
          <w:iCs/>
        </w:rPr>
      </w:pPr>
    </w:p>
    <w:sectPr w:rsidR="00823082" w:rsidRPr="00EA2DA2" w:rsidSect="00B61F75">
      <w:type w:val="continuous"/>
      <w:pgSz w:w="11906" w:h="16838"/>
      <w:pgMar w:top="568" w:right="1797" w:bottom="1440" w:left="1797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77909" w14:textId="77777777" w:rsidR="005D3543" w:rsidRDefault="005D3543" w:rsidP="00B61F75">
      <w:r>
        <w:separator/>
      </w:r>
    </w:p>
  </w:endnote>
  <w:endnote w:type="continuationSeparator" w:id="0">
    <w:p w14:paraId="7D6215CC" w14:textId="77777777" w:rsidR="005D3543" w:rsidRDefault="005D3543" w:rsidP="00B6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875D2" w14:textId="77777777" w:rsidR="005D3543" w:rsidRDefault="005D3543" w:rsidP="00B61F75">
      <w:r>
        <w:separator/>
      </w:r>
    </w:p>
  </w:footnote>
  <w:footnote w:type="continuationSeparator" w:id="0">
    <w:p w14:paraId="06D059FF" w14:textId="77777777" w:rsidR="005D3543" w:rsidRDefault="005D3543" w:rsidP="00B61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144B9"/>
    <w:multiLevelType w:val="multilevel"/>
    <w:tmpl w:val="7F6836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" w15:restartNumberingAfterBreak="0">
    <w:nsid w:val="3E115550"/>
    <w:multiLevelType w:val="hybridMultilevel"/>
    <w:tmpl w:val="8238FC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DC77A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155FC5"/>
    <w:multiLevelType w:val="hybridMultilevel"/>
    <w:tmpl w:val="66FAEE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CA676B"/>
    <w:multiLevelType w:val="multilevel"/>
    <w:tmpl w:val="BEDEC17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D404E4D"/>
    <w:multiLevelType w:val="hybridMultilevel"/>
    <w:tmpl w:val="04BA9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2"/>
    </w:lvlOverride>
    <w:lvlOverride w:ilvl="2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661"/>
    <w:rsid w:val="000231CC"/>
    <w:rsid w:val="00030E34"/>
    <w:rsid w:val="000449BC"/>
    <w:rsid w:val="00054204"/>
    <w:rsid w:val="00064967"/>
    <w:rsid w:val="000A10B1"/>
    <w:rsid w:val="000A29D2"/>
    <w:rsid w:val="000B0096"/>
    <w:rsid w:val="000C36ED"/>
    <w:rsid w:val="001032EE"/>
    <w:rsid w:val="001276A9"/>
    <w:rsid w:val="001350FE"/>
    <w:rsid w:val="0015446D"/>
    <w:rsid w:val="001569A6"/>
    <w:rsid w:val="0016417C"/>
    <w:rsid w:val="001C1E67"/>
    <w:rsid w:val="001C4895"/>
    <w:rsid w:val="001F28C8"/>
    <w:rsid w:val="00237E93"/>
    <w:rsid w:val="00247A97"/>
    <w:rsid w:val="002909AA"/>
    <w:rsid w:val="002E215A"/>
    <w:rsid w:val="002F1201"/>
    <w:rsid w:val="003551A8"/>
    <w:rsid w:val="003671FB"/>
    <w:rsid w:val="003903D9"/>
    <w:rsid w:val="003B708E"/>
    <w:rsid w:val="003D491F"/>
    <w:rsid w:val="003D7758"/>
    <w:rsid w:val="003E2A7F"/>
    <w:rsid w:val="003F3666"/>
    <w:rsid w:val="004735CB"/>
    <w:rsid w:val="00477F87"/>
    <w:rsid w:val="00494006"/>
    <w:rsid w:val="004A70F9"/>
    <w:rsid w:val="004F2ED9"/>
    <w:rsid w:val="00511D1C"/>
    <w:rsid w:val="00514D85"/>
    <w:rsid w:val="00520DBB"/>
    <w:rsid w:val="00531A0F"/>
    <w:rsid w:val="005409F9"/>
    <w:rsid w:val="0057034B"/>
    <w:rsid w:val="00573265"/>
    <w:rsid w:val="00597ED5"/>
    <w:rsid w:val="005A0D4E"/>
    <w:rsid w:val="005D3543"/>
    <w:rsid w:val="00606136"/>
    <w:rsid w:val="00620585"/>
    <w:rsid w:val="00627F62"/>
    <w:rsid w:val="00671E19"/>
    <w:rsid w:val="006734BB"/>
    <w:rsid w:val="00681500"/>
    <w:rsid w:val="006954E4"/>
    <w:rsid w:val="006A3632"/>
    <w:rsid w:val="006A3FD1"/>
    <w:rsid w:val="006A5916"/>
    <w:rsid w:val="006B2C00"/>
    <w:rsid w:val="006B4A92"/>
    <w:rsid w:val="006B63C7"/>
    <w:rsid w:val="006C0BF9"/>
    <w:rsid w:val="007352AD"/>
    <w:rsid w:val="0074586E"/>
    <w:rsid w:val="00801766"/>
    <w:rsid w:val="008140F5"/>
    <w:rsid w:val="00816B33"/>
    <w:rsid w:val="00823082"/>
    <w:rsid w:val="008C4220"/>
    <w:rsid w:val="008C4DD4"/>
    <w:rsid w:val="00910E20"/>
    <w:rsid w:val="00914BBE"/>
    <w:rsid w:val="00922B7C"/>
    <w:rsid w:val="00936480"/>
    <w:rsid w:val="00945DC2"/>
    <w:rsid w:val="009C1F97"/>
    <w:rsid w:val="009C3DAD"/>
    <w:rsid w:val="009E1613"/>
    <w:rsid w:val="009E5988"/>
    <w:rsid w:val="00A31471"/>
    <w:rsid w:val="00A5409F"/>
    <w:rsid w:val="00A8693D"/>
    <w:rsid w:val="00A9341C"/>
    <w:rsid w:val="00AD0E9E"/>
    <w:rsid w:val="00AD53C0"/>
    <w:rsid w:val="00B20AEB"/>
    <w:rsid w:val="00B262E2"/>
    <w:rsid w:val="00B45FBC"/>
    <w:rsid w:val="00B61F75"/>
    <w:rsid w:val="00B64B75"/>
    <w:rsid w:val="00BD5176"/>
    <w:rsid w:val="00C62C8C"/>
    <w:rsid w:val="00CA7661"/>
    <w:rsid w:val="00CE2755"/>
    <w:rsid w:val="00CF0BCD"/>
    <w:rsid w:val="00D149E8"/>
    <w:rsid w:val="00D71034"/>
    <w:rsid w:val="00D7602D"/>
    <w:rsid w:val="00D807DC"/>
    <w:rsid w:val="00D94970"/>
    <w:rsid w:val="00D96877"/>
    <w:rsid w:val="00DB0FA6"/>
    <w:rsid w:val="00DB6019"/>
    <w:rsid w:val="00DC10C4"/>
    <w:rsid w:val="00DE710E"/>
    <w:rsid w:val="00DF69B7"/>
    <w:rsid w:val="00E137BE"/>
    <w:rsid w:val="00E3412B"/>
    <w:rsid w:val="00E41ED7"/>
    <w:rsid w:val="00E96EC3"/>
    <w:rsid w:val="00EA1833"/>
    <w:rsid w:val="00EA2363"/>
    <w:rsid w:val="00EA2DA2"/>
    <w:rsid w:val="00F3784E"/>
    <w:rsid w:val="00F77F0D"/>
    <w:rsid w:val="00FB18BC"/>
    <w:rsid w:val="00FB67DB"/>
    <w:rsid w:val="00FC302A"/>
    <w:rsid w:val="00FE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3169F"/>
  <w15:docId w15:val="{9DBB9E3C-AA29-4A08-9B33-B4B8748A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D49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DB0FA6"/>
    <w:pPr>
      <w:keepNext/>
      <w:ind w:left="1440" w:firstLine="720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520DBB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table" w:styleId="TableGrid">
    <w:name w:val="Table Grid"/>
    <w:basedOn w:val="TableNormal"/>
    <w:uiPriority w:val="59"/>
    <w:rsid w:val="00E96E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6A59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A5916"/>
    <w:rPr>
      <w:rFonts w:ascii="Tahoma" w:hAnsi="Tahoma" w:cs="Tahoma"/>
      <w:sz w:val="16"/>
      <w:szCs w:val="16"/>
      <w:lang w:eastAsia="en-US"/>
    </w:rPr>
  </w:style>
  <w:style w:type="paragraph" w:styleId="NormalWeb">
    <w:name w:val="Normal (Web)"/>
    <w:basedOn w:val="Normal"/>
    <w:rsid w:val="006A5916"/>
    <w:pPr>
      <w:spacing w:before="100" w:beforeAutospacing="1" w:after="100" w:afterAutospacing="1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rsid w:val="006A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A59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591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A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A5916"/>
    <w:rPr>
      <w:b/>
      <w:bCs/>
      <w:lang w:eastAsia="en-US"/>
    </w:rPr>
  </w:style>
  <w:style w:type="paragraph" w:customStyle="1" w:styleId="Pealkiri11">
    <w:name w:val="Pealkiri 11"/>
    <w:basedOn w:val="Normal"/>
    <w:rsid w:val="008140F5"/>
    <w:pPr>
      <w:numPr>
        <w:numId w:val="3"/>
      </w:numPr>
    </w:pPr>
  </w:style>
  <w:style w:type="paragraph" w:customStyle="1" w:styleId="Pealkiri21">
    <w:name w:val="Pealkiri 21"/>
    <w:basedOn w:val="Normal"/>
    <w:rsid w:val="008140F5"/>
    <w:pPr>
      <w:numPr>
        <w:ilvl w:val="1"/>
        <w:numId w:val="3"/>
      </w:numPr>
    </w:pPr>
  </w:style>
  <w:style w:type="paragraph" w:customStyle="1" w:styleId="Pealkiri31">
    <w:name w:val="Pealkiri 31"/>
    <w:basedOn w:val="Normal"/>
    <w:rsid w:val="008140F5"/>
    <w:pPr>
      <w:numPr>
        <w:ilvl w:val="2"/>
        <w:numId w:val="3"/>
      </w:numPr>
    </w:pPr>
  </w:style>
  <w:style w:type="paragraph" w:customStyle="1" w:styleId="Pealkiri41">
    <w:name w:val="Pealkiri 41"/>
    <w:basedOn w:val="Normal"/>
    <w:rsid w:val="008140F5"/>
    <w:pPr>
      <w:numPr>
        <w:ilvl w:val="3"/>
        <w:numId w:val="3"/>
      </w:numPr>
    </w:pPr>
  </w:style>
  <w:style w:type="paragraph" w:customStyle="1" w:styleId="Pealkiri51">
    <w:name w:val="Pealkiri 51"/>
    <w:basedOn w:val="Normal"/>
    <w:rsid w:val="008140F5"/>
    <w:pPr>
      <w:numPr>
        <w:ilvl w:val="4"/>
        <w:numId w:val="3"/>
      </w:numPr>
    </w:pPr>
  </w:style>
  <w:style w:type="paragraph" w:customStyle="1" w:styleId="Pealkiri61">
    <w:name w:val="Pealkiri 61"/>
    <w:basedOn w:val="Normal"/>
    <w:rsid w:val="008140F5"/>
    <w:pPr>
      <w:numPr>
        <w:ilvl w:val="5"/>
        <w:numId w:val="3"/>
      </w:numPr>
    </w:pPr>
  </w:style>
  <w:style w:type="paragraph" w:customStyle="1" w:styleId="Pealkiri71">
    <w:name w:val="Pealkiri 71"/>
    <w:basedOn w:val="Normal"/>
    <w:rsid w:val="008140F5"/>
    <w:pPr>
      <w:numPr>
        <w:ilvl w:val="6"/>
        <w:numId w:val="3"/>
      </w:numPr>
    </w:pPr>
  </w:style>
  <w:style w:type="paragraph" w:customStyle="1" w:styleId="Pealkiri81">
    <w:name w:val="Pealkiri 81"/>
    <w:basedOn w:val="Normal"/>
    <w:rsid w:val="008140F5"/>
    <w:pPr>
      <w:numPr>
        <w:ilvl w:val="7"/>
        <w:numId w:val="3"/>
      </w:numPr>
    </w:pPr>
  </w:style>
  <w:style w:type="paragraph" w:customStyle="1" w:styleId="Pealkiri91">
    <w:name w:val="Pealkiri 91"/>
    <w:basedOn w:val="Normal"/>
    <w:rsid w:val="008140F5"/>
    <w:pPr>
      <w:numPr>
        <w:ilvl w:val="8"/>
        <w:numId w:val="3"/>
      </w:numPr>
    </w:pPr>
  </w:style>
  <w:style w:type="paragraph" w:styleId="ListParagraph">
    <w:name w:val="List Paragraph"/>
    <w:basedOn w:val="Normal"/>
    <w:uiPriority w:val="34"/>
    <w:qFormat/>
    <w:rsid w:val="008140F5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61F7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61F7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B61F7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61F75"/>
    <w:rPr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DB0FA6"/>
    <w:rPr>
      <w:b/>
      <w:bCs/>
      <w:sz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3D491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Hyperlink">
    <w:name w:val="Hyperlink"/>
    <w:basedOn w:val="DefaultParagraphFont"/>
    <w:unhideWhenUsed/>
    <w:rsid w:val="004F2E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voe\AppData\Local\Microsoft\Windows\INetCache\IE\VLINVBST\lepingu%20muutmine%20kokkulep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3207D8DAEEE4CBBA6039612E37FB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F4328-A669-40F8-886E-E73C7928BB41}"/>
      </w:docPartPr>
      <w:docPartBody>
        <w:p w:rsidR="0094616F" w:rsidRDefault="00BF745B">
          <w:pPr>
            <w:pStyle w:val="93207D8DAEEE4CBBA6039612E37FB7C9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45B"/>
    <w:rsid w:val="000232E2"/>
    <w:rsid w:val="000D5CF9"/>
    <w:rsid w:val="00101E62"/>
    <w:rsid w:val="0011658E"/>
    <w:rsid w:val="0014781D"/>
    <w:rsid w:val="0048619F"/>
    <w:rsid w:val="004950F6"/>
    <w:rsid w:val="00641ACE"/>
    <w:rsid w:val="006531FE"/>
    <w:rsid w:val="006D6F5E"/>
    <w:rsid w:val="00854407"/>
    <w:rsid w:val="0094616F"/>
    <w:rsid w:val="00A8536C"/>
    <w:rsid w:val="00BF745B"/>
    <w:rsid w:val="00DC0026"/>
    <w:rsid w:val="00DE505F"/>
    <w:rsid w:val="00EA788E"/>
    <w:rsid w:val="00FE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93207D8DAEEE4CBBA6039612E37FB7C9">
    <w:name w:val="93207D8DAEEE4CBBA6039612E37FB7C9"/>
  </w:style>
  <w:style w:type="paragraph" w:customStyle="1" w:styleId="18D9D79F46FD46F8B048D12BD2A31CDC">
    <w:name w:val="18D9D79F46FD46F8B048D12BD2A31CDC"/>
  </w:style>
  <w:style w:type="paragraph" w:customStyle="1" w:styleId="35D20670A9B24867AAB4005FA6AB6B6A">
    <w:name w:val="35D20670A9B24867AAB4005FA6AB6B6A"/>
  </w:style>
  <w:style w:type="paragraph" w:customStyle="1" w:styleId="78B08F8990D040F9A963BEFAD1F5AFBC">
    <w:name w:val="78B08F8990D040F9A963BEFAD1F5AFBC"/>
  </w:style>
  <w:style w:type="paragraph" w:customStyle="1" w:styleId="805A9F546CAD437D90A441C039554DF9">
    <w:name w:val="805A9F546CAD437D90A441C039554D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lepingu muutmine kokkulepe</Template>
  <TotalTime>68</TotalTime>
  <Pages>1</Pages>
  <Words>275</Words>
  <Characters>1597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Riigimetsa  Majandamise Keskus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Aivo Vares</dc:creator>
  <cp:lastModifiedBy>Aivo Vares</cp:lastModifiedBy>
  <cp:revision>15</cp:revision>
  <cp:lastPrinted>2020-03-09T12:02:00Z</cp:lastPrinted>
  <dcterms:created xsi:type="dcterms:W3CDTF">2023-01-25T10:42:00Z</dcterms:created>
  <dcterms:modified xsi:type="dcterms:W3CDTF">2023-01-31T10:56:00Z</dcterms:modified>
</cp:coreProperties>
</file>